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8A012F" w14:paraId="6ABAF180" w14:textId="77777777" w:rsidTr="00146EEC">
        <w:tc>
          <w:tcPr>
            <w:tcW w:w="2689" w:type="dxa"/>
          </w:tcPr>
          <w:p w14:paraId="73691BFE" w14:textId="3B1C9B48" w:rsidR="008A012F" w:rsidRPr="005A5BF3" w:rsidRDefault="008A012F" w:rsidP="005A5BF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A5BF3">
              <w:rPr>
                <w:rStyle w:val="SITemporaryText-blue"/>
                <w:color w:val="auto"/>
                <w:sz w:val="20"/>
              </w:rPr>
              <w:t>Release 1</w:t>
            </w:r>
          </w:p>
        </w:tc>
        <w:tc>
          <w:tcPr>
            <w:tcW w:w="6939" w:type="dxa"/>
          </w:tcPr>
          <w:p w14:paraId="2263D3A4" w14:textId="35A8F422" w:rsidR="008A012F" w:rsidRPr="005A5BF3" w:rsidRDefault="008A012F" w:rsidP="005A5BF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A5BF3">
              <w:rPr>
                <w:rStyle w:val="SITemporaryText-blue"/>
                <w:color w:val="auto"/>
                <w:sz w:val="20"/>
              </w:rPr>
              <w:t xml:space="preserve">This version released with </w:t>
            </w:r>
            <w:r w:rsidR="005A5BF3" w:rsidRPr="005A5BF3">
              <w:t>AHC Agriculture, Horticulture and Conservation and Land Management</w:t>
            </w:r>
            <w:r w:rsidRPr="005A5BF3">
              <w:rPr>
                <w:rStyle w:val="SITemporaryText-blue"/>
                <w:color w:val="auto"/>
                <w:sz w:val="20"/>
              </w:rPr>
              <w:t xml:space="preserve"> Training Package Version </w:t>
            </w:r>
            <w:r w:rsidR="005A5BF3" w:rsidRPr="005A5BF3">
              <w:rPr>
                <w:rStyle w:val="SITemporaryText-blue"/>
                <w:color w:val="auto"/>
                <w:sz w:val="20"/>
              </w:rPr>
              <w:t>8</w:t>
            </w:r>
            <w:r w:rsidRPr="005A5BF3">
              <w:rPr>
                <w:rStyle w:val="SITemporaryText-blue"/>
                <w:color w:val="auto"/>
                <w:sz w:val="20"/>
              </w:rPr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75441EE3" w:rsidR="00F1480E" w:rsidRPr="005404CB" w:rsidRDefault="00E17A92" w:rsidP="005404CB">
            <w:pPr>
              <w:pStyle w:val="SIUNITCODE"/>
            </w:pPr>
            <w:r>
              <w:t>AHC</w:t>
            </w:r>
            <w:r w:rsidR="00215967">
              <w:t>WRK</w:t>
            </w:r>
            <w:r w:rsidR="003D03CE">
              <w:t>5</w:t>
            </w:r>
            <w:r w:rsidR="005A5BF3">
              <w:t>X</w:t>
            </w:r>
            <w:r w:rsidR="00757BBE">
              <w:t>7</w:t>
            </w:r>
          </w:p>
        </w:tc>
        <w:tc>
          <w:tcPr>
            <w:tcW w:w="3604" w:type="pct"/>
            <w:shd w:val="clear" w:color="auto" w:fill="auto"/>
          </w:tcPr>
          <w:p w14:paraId="5DC38CF2" w14:textId="632ABBAC" w:rsidR="00F1480E" w:rsidRPr="005404CB" w:rsidRDefault="00757BBE" w:rsidP="005404CB">
            <w:pPr>
              <w:pStyle w:val="SIUnittitle"/>
            </w:pPr>
            <w:r w:rsidRPr="00757BBE">
              <w:t>Implement professional practice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3E8F594" w14:textId="05A6B4A3" w:rsidR="0039636E" w:rsidRPr="0039636E" w:rsidRDefault="0039636E" w:rsidP="0039636E">
            <w:r w:rsidRPr="0039636E">
              <w:t xml:space="preserve">This unit of competency describes the skills and knowledge required to </w:t>
            </w:r>
            <w:r w:rsidR="005A5BF3">
              <w:t xml:space="preserve">implement professional practice, including </w:t>
            </w:r>
            <w:r w:rsidRPr="0039636E">
              <w:t>apply</w:t>
            </w:r>
            <w:r w:rsidR="005A5BF3">
              <w:t>ing</w:t>
            </w:r>
            <w:r w:rsidRPr="0039636E">
              <w:t xml:space="preserve"> ethical standards in dealing with clients, contractors and other stakeholders and conducting business contracts to the required standard.</w:t>
            </w:r>
          </w:p>
          <w:p w14:paraId="7B221437" w14:textId="77777777" w:rsidR="0039636E" w:rsidRPr="0039636E" w:rsidRDefault="0039636E" w:rsidP="0039636E"/>
          <w:p w14:paraId="656E7FEF" w14:textId="6EE220DA" w:rsidR="0039636E" w:rsidRPr="0039636E" w:rsidRDefault="0039636E" w:rsidP="0039636E">
            <w:r w:rsidRPr="0039636E">
              <w:t>Th</w:t>
            </w:r>
            <w:r w:rsidR="005A5BF3">
              <w:t>e</w:t>
            </w:r>
            <w:r w:rsidRPr="0039636E">
              <w:t xml:space="preserve"> unit applies to individuals who</w:t>
            </w:r>
            <w:r w:rsidR="005A5BF3">
              <w:t xml:space="preserve"> apply specialised skills and knowledge to the implementation of professional practice,</w:t>
            </w:r>
            <w:r w:rsidRPr="0039636E">
              <w:t xml:space="preserve"> take personal responsibility and exercise autonomy in undertaking complex work. They analyse</w:t>
            </w:r>
            <w:r w:rsidR="005A5BF3">
              <w:t xml:space="preserve"> and synthesise information and analyse</w:t>
            </w:r>
            <w:r w:rsidRPr="0039636E">
              <w:t xml:space="preserve">, </w:t>
            </w:r>
            <w:proofErr w:type="gramStart"/>
            <w:r w:rsidRPr="0039636E">
              <w:t>design</w:t>
            </w:r>
            <w:proofErr w:type="gramEnd"/>
            <w:r w:rsidRPr="0039636E">
              <w:t xml:space="preserve"> and communicate solutions to sometimes complex problems.</w:t>
            </w:r>
          </w:p>
          <w:p w14:paraId="5B2EDAB3" w14:textId="77777777" w:rsidR="0039636E" w:rsidRPr="0039636E" w:rsidRDefault="0039636E" w:rsidP="0039636E"/>
          <w:p w14:paraId="3202A0B8" w14:textId="571C89D0" w:rsidR="00CC1B21" w:rsidRPr="000754EC" w:rsidRDefault="0039636E" w:rsidP="0039636E">
            <w:r w:rsidRPr="0039636E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14788B96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  <w:r w:rsidR="005A5BF3">
              <w:t xml:space="preserve"> 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399CDFFE" w:rsidR="00F1480E" w:rsidRPr="005404CB" w:rsidRDefault="00CE365B" w:rsidP="005A5BF3">
            <w:pPr>
              <w:pStyle w:val="SIText"/>
            </w:pPr>
            <w:r>
              <w:t>Work (WRK)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FC367E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21A5EC87" w:rsidR="00FC367E" w:rsidRPr="00FC367E" w:rsidRDefault="00FC367E" w:rsidP="00FC367E">
            <w:pPr>
              <w:pStyle w:val="SIText"/>
            </w:pPr>
            <w:r w:rsidRPr="00FC367E">
              <w:t>1. Investigate and analyse business structures and working practices</w:t>
            </w:r>
          </w:p>
        </w:tc>
        <w:tc>
          <w:tcPr>
            <w:tcW w:w="3604" w:type="pct"/>
            <w:shd w:val="clear" w:color="auto" w:fill="auto"/>
          </w:tcPr>
          <w:p w14:paraId="5A57862F" w14:textId="77777777" w:rsidR="00FC367E" w:rsidRPr="00FC367E" w:rsidRDefault="00FC367E" w:rsidP="00FC367E">
            <w:r w:rsidRPr="00FC367E">
              <w:t>1.1 Define the roles and responsibilities of the job role</w:t>
            </w:r>
          </w:p>
          <w:p w14:paraId="6AC38EDD" w14:textId="77777777" w:rsidR="00FC367E" w:rsidRPr="00FC367E" w:rsidRDefault="00FC367E" w:rsidP="00FC367E">
            <w:r w:rsidRPr="00FC367E">
              <w:t>1.2 Define the roles of various personnel working in a business practice or organisation</w:t>
            </w:r>
          </w:p>
          <w:p w14:paraId="36FFA5C5" w14:textId="6B4CB3A9" w:rsidR="00FC367E" w:rsidRPr="00FC367E" w:rsidRDefault="00FC367E" w:rsidP="00FC367E">
            <w:pPr>
              <w:pStyle w:val="SIText"/>
            </w:pPr>
            <w:r w:rsidRPr="00FC367E">
              <w:t>1.3 Formulate a range of management approaches and methodologies suitable for business development</w:t>
            </w:r>
          </w:p>
        </w:tc>
      </w:tr>
      <w:tr w:rsidR="00FC367E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138AFF4D" w:rsidR="00FC367E" w:rsidRPr="00FC367E" w:rsidRDefault="00FC367E" w:rsidP="00FC367E">
            <w:pPr>
              <w:pStyle w:val="SIText"/>
            </w:pPr>
            <w:r w:rsidRPr="00FC367E">
              <w:t>2. Develop legal, professional and ethical responsibilities working in industry</w:t>
            </w:r>
          </w:p>
        </w:tc>
        <w:tc>
          <w:tcPr>
            <w:tcW w:w="3604" w:type="pct"/>
            <w:shd w:val="clear" w:color="auto" w:fill="auto"/>
          </w:tcPr>
          <w:p w14:paraId="4211FC74" w14:textId="77777777" w:rsidR="00FC367E" w:rsidRPr="00FC367E" w:rsidRDefault="00FC367E" w:rsidP="00FC367E">
            <w:r w:rsidRPr="00FC367E">
              <w:t>2.1 Develop methods of sourcing policies, regulations and standards relevant to a project</w:t>
            </w:r>
          </w:p>
          <w:p w14:paraId="470EB2DA" w14:textId="7CDFDD5B" w:rsidR="00FC367E" w:rsidRPr="00FC367E" w:rsidRDefault="00FC367E" w:rsidP="00FC367E">
            <w:r w:rsidRPr="00FC367E">
              <w:t xml:space="preserve">2.2 </w:t>
            </w:r>
            <w:r w:rsidR="005A5BF3">
              <w:t>Identify and follow</w:t>
            </w:r>
            <w:r w:rsidRPr="00FC367E">
              <w:t xml:space="preserve"> the legal and ethical responsibilities of the job role</w:t>
            </w:r>
          </w:p>
          <w:p w14:paraId="19F01E54" w14:textId="77777777" w:rsidR="00FC367E" w:rsidRPr="00FC367E" w:rsidRDefault="00FC367E" w:rsidP="00FC367E">
            <w:r w:rsidRPr="00FC367E">
              <w:t>2.3 Identify and describe legislation governing protection of intellectual property in Australia and internationally</w:t>
            </w:r>
          </w:p>
          <w:p w14:paraId="2BC83AC8" w14:textId="1B682929" w:rsidR="00FC367E" w:rsidRPr="00FC367E" w:rsidRDefault="00FC367E" w:rsidP="00FC367E">
            <w:r w:rsidRPr="00FC367E">
              <w:t>2.4 Identify issues that need to be addressed when entering into a client agreement</w:t>
            </w:r>
          </w:p>
          <w:p w14:paraId="3B83E253" w14:textId="77777777" w:rsidR="00FC367E" w:rsidRPr="00FC367E" w:rsidRDefault="00FC367E" w:rsidP="00FC367E">
            <w:r w:rsidRPr="00FC367E">
              <w:t>2.5 Undertake a range of contracts and agreements used in the industry and demonstrate their application</w:t>
            </w:r>
          </w:p>
          <w:p w14:paraId="4D8E518F" w14:textId="77777777" w:rsidR="00FC367E" w:rsidRPr="00FC367E" w:rsidRDefault="00FC367E" w:rsidP="00FC367E">
            <w:r w:rsidRPr="00FC367E">
              <w:t>2.6 Implement the ethical and legal responsibilities in expert witness roles, provision of legal evidence and provision of expert advice</w:t>
            </w:r>
          </w:p>
          <w:p w14:paraId="215A6E64" w14:textId="41134009" w:rsidR="00FC367E" w:rsidRPr="00FC367E" w:rsidRDefault="00FC367E" w:rsidP="00FC367E">
            <w:pPr>
              <w:pStyle w:val="SIText"/>
            </w:pPr>
            <w:r w:rsidRPr="00FC367E">
              <w:t>2.7 Apply work</w:t>
            </w:r>
            <w:r w:rsidR="005A5BF3">
              <w:t>place</w:t>
            </w:r>
            <w:r w:rsidRPr="00FC367E">
              <w:t xml:space="preserve"> health and safety </w:t>
            </w:r>
            <w:r w:rsidR="005A5BF3">
              <w:t>requirements</w:t>
            </w:r>
          </w:p>
        </w:tc>
      </w:tr>
      <w:tr w:rsidR="00FC367E" w:rsidRPr="00963A46" w14:paraId="19CC6B8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E20589D" w14:textId="3F188DAE" w:rsidR="00FC367E" w:rsidRPr="00FC367E" w:rsidRDefault="00FC367E" w:rsidP="00FC367E">
            <w:pPr>
              <w:pStyle w:val="SIText"/>
            </w:pPr>
            <w:r w:rsidRPr="00FC367E">
              <w:t>3. Evaluate and reflect upon own practice</w:t>
            </w:r>
          </w:p>
        </w:tc>
        <w:tc>
          <w:tcPr>
            <w:tcW w:w="3604" w:type="pct"/>
            <w:shd w:val="clear" w:color="auto" w:fill="auto"/>
          </w:tcPr>
          <w:p w14:paraId="1E0283EA" w14:textId="77777777" w:rsidR="00FC367E" w:rsidRPr="00FC367E" w:rsidRDefault="00FC367E" w:rsidP="00FC367E">
            <w:r w:rsidRPr="00FC367E">
              <w:t>3.1 Demonstrate and promote sustainable practices in own work and the work of others</w:t>
            </w:r>
          </w:p>
          <w:p w14:paraId="618B59D5" w14:textId="1A8C69E5" w:rsidR="00FC367E" w:rsidRPr="00FC367E" w:rsidRDefault="00FC367E" w:rsidP="00FC367E">
            <w:r w:rsidRPr="00FC367E">
              <w:t>3.2 Analyse own work to identify influences, style, market relevance and quality in conjunction with supervisor</w:t>
            </w:r>
            <w:r w:rsidR="005A5BF3">
              <w:t xml:space="preserve"> and</w:t>
            </w:r>
            <w:r w:rsidRPr="00FC367E">
              <w:t xml:space="preserve"> peers</w:t>
            </w:r>
          </w:p>
          <w:p w14:paraId="29F43CC7" w14:textId="17C73AC1" w:rsidR="00FC367E" w:rsidRPr="00FC367E" w:rsidRDefault="00FC367E" w:rsidP="00FC367E">
            <w:r w:rsidRPr="00FC367E">
              <w:t xml:space="preserve">3.3 Seek </w:t>
            </w:r>
            <w:r w:rsidR="005A5BF3">
              <w:t xml:space="preserve">and accept </w:t>
            </w:r>
            <w:r w:rsidRPr="00FC367E">
              <w:t>feedback</w:t>
            </w:r>
          </w:p>
        </w:tc>
      </w:tr>
      <w:tr w:rsidR="00FC367E" w:rsidRPr="00963A46" w14:paraId="74CC1FF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5BB86B9" w14:textId="0240D3A5" w:rsidR="00FC367E" w:rsidRPr="00FC367E" w:rsidRDefault="00FC367E" w:rsidP="00FC367E">
            <w:pPr>
              <w:pStyle w:val="SIText"/>
            </w:pPr>
            <w:r w:rsidRPr="00FC367E">
              <w:t>4. Develop a professional practice plan to meet professional goals</w:t>
            </w:r>
          </w:p>
        </w:tc>
        <w:tc>
          <w:tcPr>
            <w:tcW w:w="3604" w:type="pct"/>
            <w:shd w:val="clear" w:color="auto" w:fill="auto"/>
          </w:tcPr>
          <w:p w14:paraId="0C040091" w14:textId="77777777" w:rsidR="00FC367E" w:rsidRPr="00FC367E" w:rsidRDefault="00FC367E" w:rsidP="00FC367E">
            <w:r w:rsidRPr="00FC367E">
              <w:t>4.1 Develop personal and professional goals and objectives</w:t>
            </w:r>
          </w:p>
          <w:p w14:paraId="109660D2" w14:textId="77777777" w:rsidR="00FC367E" w:rsidRPr="00FC367E" w:rsidRDefault="00FC367E" w:rsidP="00FC367E">
            <w:r w:rsidRPr="00FC367E">
              <w:t>4.2 Identify strengths and weaknesses in relation to goals and objectives</w:t>
            </w:r>
          </w:p>
          <w:p w14:paraId="740D0DDA" w14:textId="77777777" w:rsidR="00FC367E" w:rsidRPr="00FC367E" w:rsidRDefault="00FC367E" w:rsidP="00FC367E">
            <w:r w:rsidRPr="00FC367E">
              <w:t>4.3 Evaluate own capacity to meet goals and objectives</w:t>
            </w:r>
          </w:p>
          <w:p w14:paraId="33D95048" w14:textId="77777777" w:rsidR="00FC367E" w:rsidRPr="00FC367E" w:rsidRDefault="00FC367E" w:rsidP="00FC367E">
            <w:r w:rsidRPr="00FC367E">
              <w:t>4.4 Develop a professional development plan to enhance professional capabilities</w:t>
            </w:r>
          </w:p>
          <w:p w14:paraId="562C191C" w14:textId="32E9A190" w:rsidR="00FC367E" w:rsidRPr="00FC367E" w:rsidRDefault="00FC367E" w:rsidP="00FC367E">
            <w:r w:rsidRPr="00FC367E">
              <w:t>4.5 Document a professional practice plan designed to support the achievement of goals</w:t>
            </w:r>
          </w:p>
        </w:tc>
      </w:tr>
      <w:tr w:rsidR="00FC367E" w:rsidRPr="00963A46" w14:paraId="4340D5D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5F30392" w14:textId="47E7EF1F" w:rsidR="00FC367E" w:rsidRPr="00FC367E" w:rsidRDefault="00FC367E" w:rsidP="00FC367E">
            <w:pPr>
              <w:pStyle w:val="SIText"/>
            </w:pPr>
            <w:r w:rsidRPr="00FC367E">
              <w:lastRenderedPageBreak/>
              <w:t>5. Operate within an agreed ethical code of practice/ethics</w:t>
            </w:r>
          </w:p>
        </w:tc>
        <w:tc>
          <w:tcPr>
            <w:tcW w:w="3604" w:type="pct"/>
            <w:shd w:val="clear" w:color="auto" w:fill="auto"/>
          </w:tcPr>
          <w:p w14:paraId="27CD61FD" w14:textId="77777777" w:rsidR="00FC367E" w:rsidRPr="00FC367E" w:rsidRDefault="00FC367E" w:rsidP="00FC367E">
            <w:r w:rsidRPr="00FC367E">
              <w:t>5.1 Assess own practice against identified objectives or code of ethics using a range of valid evidence</w:t>
            </w:r>
          </w:p>
          <w:p w14:paraId="0D34E5B4" w14:textId="77777777" w:rsidR="00FC367E" w:rsidRPr="00FC367E" w:rsidRDefault="00FC367E" w:rsidP="00FC367E">
            <w:r w:rsidRPr="00FC367E">
              <w:t>5.2 Identify the effect of values, beliefs and behaviour in work with clients</w:t>
            </w:r>
          </w:p>
          <w:p w14:paraId="415CE61C" w14:textId="77777777" w:rsidR="00FC367E" w:rsidRPr="00FC367E" w:rsidRDefault="00FC367E" w:rsidP="00FC367E">
            <w:r w:rsidRPr="00FC367E">
              <w:t>5.3 Build client relationships in accordance with identified objectives or code of ethics</w:t>
            </w:r>
          </w:p>
          <w:p w14:paraId="66DCE4C2" w14:textId="5125B94E" w:rsidR="00FC367E" w:rsidRPr="00FC367E" w:rsidRDefault="00FC367E" w:rsidP="00FC367E">
            <w:r w:rsidRPr="00FC367E">
              <w:t>5.4 Establish realistic goals and targets for self</w:t>
            </w:r>
            <w:r w:rsidR="005A5BF3">
              <w:t>-</w:t>
            </w:r>
            <w:r w:rsidRPr="00FC367E">
              <w:t>development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5A5BF3" w:rsidRPr="00336FCA" w:rsidDel="00423CB2" w14:paraId="6AD2F76B" w14:textId="77777777" w:rsidTr="00CA2922">
        <w:tc>
          <w:tcPr>
            <w:tcW w:w="1396" w:type="pct"/>
          </w:tcPr>
          <w:p w14:paraId="7D795EC9" w14:textId="61722534" w:rsidR="005A5BF3" w:rsidRPr="003D4231" w:rsidRDefault="005A5BF3" w:rsidP="003D423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D4231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418A1EF8" w14:textId="751602D2" w:rsidR="005A5BF3" w:rsidRPr="003D4231" w:rsidRDefault="003D4231" w:rsidP="003D423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D4231">
              <w:rPr>
                <w:rStyle w:val="SITemporaryText-blue"/>
                <w:color w:val="auto"/>
                <w:sz w:val="20"/>
              </w:rPr>
              <w:t>Identify and interpret information regarding professional practice requirements</w:t>
            </w:r>
          </w:p>
        </w:tc>
      </w:tr>
      <w:tr w:rsidR="005A5BF3" w:rsidRPr="00336FCA" w:rsidDel="00423CB2" w14:paraId="55A8B605" w14:textId="77777777" w:rsidTr="00CA2922">
        <w:tc>
          <w:tcPr>
            <w:tcW w:w="1396" w:type="pct"/>
          </w:tcPr>
          <w:p w14:paraId="3A6AB038" w14:textId="37E9FBCB" w:rsidR="005A5BF3" w:rsidRPr="003D4231" w:rsidRDefault="005A5BF3" w:rsidP="003D423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D4231">
              <w:rPr>
                <w:rStyle w:val="SITemporaryText-blue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08B9A983" w14:textId="266D60CE" w:rsidR="005A5BF3" w:rsidRPr="00B04B09" w:rsidRDefault="005A5BF3" w:rsidP="003D4231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3D4231">
              <w:rPr>
                <w:rStyle w:val="SITemporaryText-blue"/>
                <w:color w:val="auto"/>
                <w:sz w:val="20"/>
              </w:rPr>
              <w:t xml:space="preserve">Use clear language and accurate industry terminology and logical structure </w:t>
            </w:r>
            <w:r w:rsidRPr="00A46704">
              <w:rPr>
                <w:rStyle w:val="SITemporaryText-blue"/>
                <w:color w:val="auto"/>
                <w:sz w:val="20"/>
              </w:rPr>
              <w:t>to comple</w:t>
            </w:r>
            <w:r w:rsidRPr="000849D8">
              <w:rPr>
                <w:rStyle w:val="SITemporaryText-blue"/>
                <w:color w:val="auto"/>
                <w:sz w:val="20"/>
              </w:rPr>
              <w:t xml:space="preserve">te </w:t>
            </w:r>
            <w:r w:rsidRPr="003D4231">
              <w:rPr>
                <w:rStyle w:val="SITemporaryText-blue"/>
                <w:color w:val="auto"/>
                <w:sz w:val="20"/>
              </w:rPr>
              <w:t>a professional practice plan</w:t>
            </w:r>
          </w:p>
        </w:tc>
      </w:tr>
      <w:tr w:rsidR="00F1480E" w:rsidRPr="00336FCA" w:rsidDel="00423CB2" w14:paraId="6EA39FA6" w14:textId="77777777" w:rsidTr="00CA2922">
        <w:tc>
          <w:tcPr>
            <w:tcW w:w="1396" w:type="pct"/>
          </w:tcPr>
          <w:p w14:paraId="445BB6D5" w14:textId="272E5A2A" w:rsidR="00F1480E" w:rsidRPr="003D4231" w:rsidRDefault="003D4231" w:rsidP="003D423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D4231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49C03AFC" w14:textId="7B5DFC00" w:rsidR="00F1480E" w:rsidRPr="003D4231" w:rsidRDefault="003D4231" w:rsidP="003D4231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3D4231">
              <w:rPr>
                <w:rStyle w:val="SITemporaryText-blue"/>
                <w:rFonts w:eastAsia="Calibri"/>
                <w:color w:val="auto"/>
                <w:sz w:val="20"/>
              </w:rPr>
              <w:t>Initiate discussions with clients, supervisor and peers, using clear language and standard industry terminology to finalise contracts and agreements, seek feedback and analyse own work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46BB2" w14:paraId="026EDCB1" w14:textId="77777777" w:rsidTr="00856800">
        <w:trPr>
          <w:trHeight w:val="467"/>
        </w:trPr>
        <w:tc>
          <w:tcPr>
            <w:tcW w:w="1028" w:type="pct"/>
          </w:tcPr>
          <w:p w14:paraId="21DAFA88" w14:textId="7ADCE597" w:rsidR="00F46BB2" w:rsidRPr="00AE0169" w:rsidRDefault="006561A5" w:rsidP="00B04B0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04B09">
              <w:rPr>
                <w:rStyle w:val="SITemporaryText-blue"/>
                <w:color w:val="auto"/>
                <w:sz w:val="20"/>
              </w:rPr>
              <w:t>AHCWRK5X</w:t>
            </w:r>
            <w:r w:rsidR="00B04B09" w:rsidRPr="00B04B09">
              <w:rPr>
                <w:rStyle w:val="SITemporaryText-blue"/>
                <w:color w:val="auto"/>
                <w:sz w:val="20"/>
              </w:rPr>
              <w:t>7</w:t>
            </w:r>
            <w:r w:rsidRPr="00B04B09">
              <w:rPr>
                <w:rStyle w:val="SITemporaryText-blue"/>
                <w:color w:val="auto"/>
                <w:sz w:val="20"/>
              </w:rPr>
              <w:t xml:space="preserve"> Implement professional practice</w:t>
            </w:r>
          </w:p>
        </w:tc>
        <w:tc>
          <w:tcPr>
            <w:tcW w:w="1105" w:type="pct"/>
          </w:tcPr>
          <w:p w14:paraId="68CA03F4" w14:textId="7C987A9C" w:rsidR="00F46BB2" w:rsidRPr="006561A5" w:rsidRDefault="00FC367E" w:rsidP="006561A5">
            <w:pPr>
              <w:pStyle w:val="SIText"/>
            </w:pPr>
            <w:r w:rsidRPr="006561A5">
              <w:t>AHCWRK507A Implement professional practice</w:t>
            </w:r>
          </w:p>
        </w:tc>
        <w:tc>
          <w:tcPr>
            <w:tcW w:w="1251" w:type="pct"/>
          </w:tcPr>
          <w:p w14:paraId="18CF35AA" w14:textId="77777777" w:rsidR="006561A5" w:rsidRPr="00A46704" w:rsidRDefault="006561A5" w:rsidP="006561A5">
            <w:pPr>
              <w:pStyle w:val="SIText"/>
            </w:pPr>
            <w:r w:rsidRPr="006561A5">
              <w:t>Minor changes to application</w:t>
            </w:r>
          </w:p>
          <w:p w14:paraId="604A7C65" w14:textId="77777777" w:rsidR="006561A5" w:rsidRPr="006561A5" w:rsidRDefault="006561A5" w:rsidP="00A46704">
            <w:pPr>
              <w:pStyle w:val="SIText"/>
            </w:pPr>
            <w:r w:rsidRPr="000849D8">
              <w:t>Minor changes to performance criteria</w:t>
            </w:r>
          </w:p>
          <w:p w14:paraId="24930D07" w14:textId="77777777" w:rsidR="006561A5" w:rsidRPr="006561A5" w:rsidRDefault="006561A5">
            <w:pPr>
              <w:pStyle w:val="SIText"/>
            </w:pPr>
            <w:r w:rsidRPr="006561A5">
              <w:t>Foundation skills added</w:t>
            </w:r>
          </w:p>
          <w:p w14:paraId="29068B99" w14:textId="38679352" w:rsidR="00F46BB2" w:rsidRPr="006561A5" w:rsidRDefault="006561A5">
            <w:pPr>
              <w:pStyle w:val="SIText"/>
            </w:pPr>
            <w:r w:rsidRPr="006561A5"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2F42D235" w:rsidR="00F46BB2" w:rsidRPr="006561A5" w:rsidRDefault="006561A5">
            <w:pPr>
              <w:pStyle w:val="SIText"/>
            </w:pPr>
            <w:r w:rsidRPr="006561A5">
              <w:t>Not e</w:t>
            </w:r>
            <w:r w:rsidR="0003463A" w:rsidRPr="006561A5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716A8977" w:rsidR="00E17A92" w:rsidRPr="005404CB" w:rsidRDefault="00520E9A" w:rsidP="005A5BF3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hyperlink r:id="rId11" w:history="1">
              <w:r w:rsidR="0043637D" w:rsidRPr="006561A5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3187122C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757BBE" w:rsidRPr="00757BBE">
              <w:t>AHCWRK5</w:t>
            </w:r>
            <w:r w:rsidR="000849D8">
              <w:t>X</w:t>
            </w:r>
            <w:r w:rsidR="00757BBE" w:rsidRPr="00757BBE">
              <w:t>7 Implement professional practice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551CD5CE" w14:textId="77777777" w:rsidR="006561A5" w:rsidRPr="006561A5" w:rsidRDefault="006561A5" w:rsidP="006561A5">
            <w:r w:rsidRPr="002B75AA">
              <w:t>An individual demonstrating competency must satisfy all of the elements and performance criteria in this unit.</w:t>
            </w:r>
          </w:p>
          <w:p w14:paraId="770692F4" w14:textId="51A3EADF" w:rsidR="00CD0DB1" w:rsidRPr="00CD0DB1" w:rsidRDefault="006561A5" w:rsidP="00CD0DB1">
            <w:r w:rsidRPr="002B75AA">
              <w:t>There must be evidence that the individual has</w:t>
            </w:r>
            <w:r>
              <w:t xml:space="preserve"> implemented professional practice on at least one occasion and has</w:t>
            </w:r>
            <w:r w:rsidR="00CD0DB1" w:rsidRPr="00CD0DB1">
              <w:t>:</w:t>
            </w:r>
          </w:p>
          <w:p w14:paraId="11FFF38C" w14:textId="18765191" w:rsidR="00CD0DB1" w:rsidRPr="00CD0DB1" w:rsidRDefault="00CD0DB1" w:rsidP="00CD0DB1">
            <w:pPr>
              <w:pStyle w:val="SIBulletList1"/>
            </w:pPr>
            <w:r w:rsidRPr="00CD0DB1">
              <w:t>investigate</w:t>
            </w:r>
            <w:r w:rsidR="006561A5">
              <w:t>d</w:t>
            </w:r>
            <w:r w:rsidRPr="00CD0DB1">
              <w:t xml:space="preserve"> and analyse</w:t>
            </w:r>
            <w:r w:rsidR="006561A5">
              <w:t>d</w:t>
            </w:r>
            <w:r w:rsidRPr="00CD0DB1">
              <w:t xml:space="preserve"> business structures and work practice</w:t>
            </w:r>
          </w:p>
          <w:p w14:paraId="232F0AFE" w14:textId="4C36AFDE" w:rsidR="00CD0DB1" w:rsidRPr="00CD0DB1" w:rsidRDefault="00CD0DB1" w:rsidP="00CD0DB1">
            <w:pPr>
              <w:pStyle w:val="SIBulletList1"/>
            </w:pPr>
            <w:r w:rsidRPr="00CD0DB1">
              <w:t>develop</w:t>
            </w:r>
            <w:r w:rsidR="006561A5">
              <w:t>ed</w:t>
            </w:r>
            <w:r w:rsidRPr="00CD0DB1">
              <w:t xml:space="preserve"> legal, professional and ethical responsibilities working in an industry</w:t>
            </w:r>
          </w:p>
          <w:p w14:paraId="5EC5708A" w14:textId="03FB071B" w:rsidR="00CD0DB1" w:rsidRPr="00CD0DB1" w:rsidRDefault="00CD0DB1" w:rsidP="00CD0DB1">
            <w:pPr>
              <w:pStyle w:val="SIBulletList1"/>
            </w:pPr>
            <w:r w:rsidRPr="00CD0DB1">
              <w:t>evaluate</w:t>
            </w:r>
            <w:r w:rsidR="006561A5">
              <w:t>d</w:t>
            </w:r>
            <w:r w:rsidRPr="00CD0DB1">
              <w:t xml:space="preserve"> and reflect</w:t>
            </w:r>
            <w:r w:rsidR="006561A5">
              <w:t>ed</w:t>
            </w:r>
            <w:r w:rsidRPr="00CD0DB1">
              <w:t xml:space="preserve"> on own work practice</w:t>
            </w:r>
          </w:p>
          <w:p w14:paraId="577B35CC" w14:textId="1AE177A6" w:rsidR="00CD0DB1" w:rsidRPr="00CD0DB1" w:rsidRDefault="00CD0DB1" w:rsidP="00CD0DB1">
            <w:pPr>
              <w:pStyle w:val="SIBulletList1"/>
            </w:pPr>
            <w:r w:rsidRPr="00CD0DB1">
              <w:t>develop</w:t>
            </w:r>
            <w:r w:rsidR="006561A5">
              <w:t>ed</w:t>
            </w:r>
            <w:r w:rsidRPr="00CD0DB1">
              <w:t xml:space="preserve"> a professional practice plan to meet professional goals</w:t>
            </w:r>
          </w:p>
          <w:p w14:paraId="2CCBC0E1" w14:textId="56B7E495" w:rsidR="00CD0DB1" w:rsidRPr="00CD0DB1" w:rsidRDefault="00CD0DB1" w:rsidP="00CD0DB1">
            <w:pPr>
              <w:pStyle w:val="SIBulletList1"/>
            </w:pPr>
            <w:r w:rsidRPr="00CD0DB1">
              <w:t>operate</w:t>
            </w:r>
            <w:r w:rsidR="006561A5">
              <w:t>d</w:t>
            </w:r>
            <w:r w:rsidRPr="00CD0DB1">
              <w:t xml:space="preserve"> within an agreed ethical code of practice and ethics</w:t>
            </w:r>
          </w:p>
          <w:p w14:paraId="38D6AB21" w14:textId="77777777" w:rsidR="00A46704" w:rsidRDefault="00A46704" w:rsidP="00CD0DB1">
            <w:pPr>
              <w:pStyle w:val="SIBulletList1"/>
            </w:pPr>
            <w:r>
              <w:t>applied workplace health and safety requirements</w:t>
            </w:r>
          </w:p>
          <w:p w14:paraId="6E81AE9B" w14:textId="54CF8964" w:rsidR="00E17A92" w:rsidRPr="005404CB" w:rsidRDefault="00CD0DB1" w:rsidP="00CD0DB1">
            <w:pPr>
              <w:pStyle w:val="SIBulletList1"/>
            </w:pPr>
            <w:r w:rsidRPr="00CD0DB1">
              <w:t>use</w:t>
            </w:r>
            <w:r w:rsidR="006561A5">
              <w:t>d</w:t>
            </w:r>
            <w:r w:rsidRPr="00CD0DB1">
              <w:t xml:space="preserve"> industry standard terminology.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3E4648">
        <w:trPr>
          <w:trHeight w:val="1143"/>
        </w:trPr>
        <w:tc>
          <w:tcPr>
            <w:tcW w:w="5000" w:type="pct"/>
            <w:shd w:val="clear" w:color="auto" w:fill="auto"/>
          </w:tcPr>
          <w:p w14:paraId="4C5EDC77" w14:textId="0E23F860" w:rsidR="00CD0DB1" w:rsidRPr="00CD0DB1" w:rsidRDefault="006561A5" w:rsidP="00CD0DB1">
            <w:r w:rsidRPr="00A535AF">
              <w:t xml:space="preserve">An individual must be able to demonstrate the knowledge required to perform the tasks </w:t>
            </w:r>
            <w:r w:rsidRPr="006561A5">
              <w:t xml:space="preserve">outlined in the elements and performance criteria of this unit. This includes </w:t>
            </w:r>
            <w:r w:rsidR="00CD0DB1" w:rsidRPr="00CD0DB1">
              <w:t>knowledge of:</w:t>
            </w:r>
          </w:p>
          <w:p w14:paraId="28DEB324" w14:textId="77777777" w:rsidR="00CD0DB1" w:rsidRPr="00CD0DB1" w:rsidRDefault="00CD0DB1" w:rsidP="00CD0DB1">
            <w:pPr>
              <w:pStyle w:val="SIBulletList1"/>
            </w:pPr>
            <w:r w:rsidRPr="00CD0DB1">
              <w:t>typical business management structures</w:t>
            </w:r>
          </w:p>
          <w:p w14:paraId="028B2D0C" w14:textId="77777777" w:rsidR="00CD0DB1" w:rsidRPr="00CD0DB1" w:rsidRDefault="00CD0DB1" w:rsidP="00CD0DB1">
            <w:pPr>
              <w:pStyle w:val="SIBulletList1"/>
            </w:pPr>
            <w:r w:rsidRPr="00CD0DB1">
              <w:t>issues of professional practice for the job role</w:t>
            </w:r>
          </w:p>
          <w:p w14:paraId="304BC4FB" w14:textId="77777777" w:rsidR="00CD0DB1" w:rsidRPr="00CD0DB1" w:rsidRDefault="00CD0DB1" w:rsidP="00CD0DB1">
            <w:pPr>
              <w:pStyle w:val="SIBulletList1"/>
            </w:pPr>
            <w:r w:rsidRPr="00CD0DB1">
              <w:t>team roles, responsibilities and accountabilities</w:t>
            </w:r>
          </w:p>
          <w:p w14:paraId="65D09DB0" w14:textId="77777777" w:rsidR="00CD0DB1" w:rsidRPr="00CD0DB1" w:rsidRDefault="00CD0DB1" w:rsidP="00CD0DB1">
            <w:pPr>
              <w:pStyle w:val="SIBulletList1"/>
            </w:pPr>
            <w:r w:rsidRPr="00CD0DB1">
              <w:t>legislation, ethical and financial considerations</w:t>
            </w:r>
          </w:p>
          <w:p w14:paraId="0F3E44E1" w14:textId="77777777" w:rsidR="00CD0DB1" w:rsidRPr="00CD0DB1" w:rsidRDefault="00CD0DB1" w:rsidP="00CD0DB1">
            <w:pPr>
              <w:pStyle w:val="SIBulletList1"/>
            </w:pPr>
            <w:r w:rsidRPr="00CD0DB1">
              <w:t>legislation covering protection of copyright and intellectual property</w:t>
            </w:r>
          </w:p>
          <w:p w14:paraId="62E51A58" w14:textId="77777777" w:rsidR="00CD0DB1" w:rsidRPr="00CD0DB1" w:rsidRDefault="00CD0DB1" w:rsidP="00CD0DB1">
            <w:pPr>
              <w:pStyle w:val="SIBulletList1"/>
            </w:pPr>
            <w:r w:rsidRPr="00CD0DB1">
              <w:t>local and international professional organisations relevant to the industry</w:t>
            </w:r>
          </w:p>
          <w:p w14:paraId="0A307B10" w14:textId="2D25BADB" w:rsidR="00CD0DB1" w:rsidRPr="00CD0DB1" w:rsidRDefault="00CD0DB1" w:rsidP="00CD0DB1">
            <w:pPr>
              <w:pStyle w:val="SIBulletList1"/>
            </w:pPr>
            <w:r w:rsidRPr="00CD0DB1">
              <w:t xml:space="preserve">workplace </w:t>
            </w:r>
            <w:r w:rsidR="00A46704">
              <w:t>requirements applicable to</w:t>
            </w:r>
            <w:r w:rsidRPr="00CD0DB1">
              <w:t xml:space="preserve"> health and safety </w:t>
            </w:r>
            <w:r w:rsidR="00A46704">
              <w:t>in the wor</w:t>
            </w:r>
            <w:r w:rsidR="000849D8">
              <w:t>k</w:t>
            </w:r>
            <w:r w:rsidR="00A46704">
              <w:t>place</w:t>
            </w:r>
          </w:p>
          <w:p w14:paraId="00EDC72B" w14:textId="2042DB4B" w:rsidR="00CD0DB1" w:rsidRPr="00CD0DB1" w:rsidRDefault="00CD0DB1" w:rsidP="00CD0DB1">
            <w:pPr>
              <w:pStyle w:val="SIBulletList1"/>
            </w:pPr>
            <w:r w:rsidRPr="00CD0DB1">
              <w:t xml:space="preserve">theories, principles, </w:t>
            </w:r>
            <w:proofErr w:type="gramStart"/>
            <w:r w:rsidRPr="00CD0DB1">
              <w:t>practices</w:t>
            </w:r>
            <w:proofErr w:type="gramEnd"/>
            <w:r w:rsidRPr="00CD0DB1">
              <w:t xml:space="preserve"> and their application</w:t>
            </w:r>
            <w:r w:rsidR="00A46704">
              <w:t>, relevant to implementing professional practice</w:t>
            </w:r>
          </w:p>
          <w:p w14:paraId="3CFE727F" w14:textId="77777777" w:rsidR="00CD0DB1" w:rsidRPr="00CD0DB1" w:rsidRDefault="00CD0DB1" w:rsidP="00CD0DB1">
            <w:pPr>
              <w:pStyle w:val="SIBulletList1"/>
            </w:pPr>
            <w:r w:rsidRPr="00CD0DB1">
              <w:t>expert witness roles and processes</w:t>
            </w:r>
          </w:p>
          <w:p w14:paraId="087B3C9F" w14:textId="77777777" w:rsidR="00CD0DB1" w:rsidRPr="00CD0DB1" w:rsidRDefault="00CD0DB1" w:rsidP="00CD0DB1">
            <w:pPr>
              <w:pStyle w:val="SIBulletList1"/>
            </w:pPr>
            <w:r w:rsidRPr="00CD0DB1">
              <w:t>personal goal setting strategies</w:t>
            </w:r>
          </w:p>
          <w:p w14:paraId="7AD14D77" w14:textId="77777777" w:rsidR="00CD0DB1" w:rsidRPr="00CD0DB1" w:rsidRDefault="00CD0DB1" w:rsidP="00CD0DB1">
            <w:pPr>
              <w:pStyle w:val="SIBulletList1"/>
            </w:pPr>
            <w:r w:rsidRPr="00CD0DB1">
              <w:t>measuring performance</w:t>
            </w:r>
          </w:p>
          <w:p w14:paraId="4A95C6CA" w14:textId="77777777" w:rsidR="00CD0DB1" w:rsidRPr="00CD0DB1" w:rsidRDefault="00CD0DB1" w:rsidP="00CD0DB1">
            <w:pPr>
              <w:pStyle w:val="SIBulletList1"/>
            </w:pPr>
            <w:r w:rsidRPr="00CD0DB1">
              <w:t>time management strategies</w:t>
            </w:r>
          </w:p>
          <w:p w14:paraId="6EF81742" w14:textId="77777777" w:rsidR="00CD0DB1" w:rsidRPr="00CD0DB1" w:rsidRDefault="00CD0DB1" w:rsidP="00CD0DB1">
            <w:pPr>
              <w:pStyle w:val="SIBulletList1"/>
            </w:pPr>
            <w:r w:rsidRPr="00CD0DB1">
              <w:t>marketing principles</w:t>
            </w:r>
          </w:p>
          <w:p w14:paraId="3EA1440D" w14:textId="77777777" w:rsidR="00CD0DB1" w:rsidRPr="00CD0DB1" w:rsidRDefault="00CD0DB1" w:rsidP="00CD0DB1">
            <w:pPr>
              <w:pStyle w:val="SIBulletList1"/>
            </w:pPr>
            <w:r w:rsidRPr="00CD0DB1">
              <w:t>professional practice considerations</w:t>
            </w:r>
          </w:p>
          <w:p w14:paraId="4BBC70FA" w14:textId="77777777" w:rsidR="00CD0DB1" w:rsidRPr="00CD0DB1" w:rsidRDefault="00CD0DB1" w:rsidP="00CD0DB1">
            <w:pPr>
              <w:pStyle w:val="SIBulletList1"/>
            </w:pPr>
            <w:r w:rsidRPr="00CD0DB1">
              <w:t>communication principles</w:t>
            </w:r>
          </w:p>
          <w:p w14:paraId="411BDF05" w14:textId="174700E3" w:rsidR="003D33FD" w:rsidRPr="005404CB" w:rsidRDefault="00CD0DB1" w:rsidP="00CD0DB1">
            <w:pPr>
              <w:pStyle w:val="SIBulletList1"/>
            </w:pPr>
            <w:r w:rsidRPr="00CD0DB1">
              <w:t>strategies for promoting awareness of a product.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681D07B7" w14:textId="77777777" w:rsidR="00A46704" w:rsidRPr="00A46704" w:rsidRDefault="00A46704" w:rsidP="00A46704">
            <w:r w:rsidRPr="00A535AF">
              <w:t>Assessment of skills must take place under the following conditions:</w:t>
            </w:r>
          </w:p>
          <w:p w14:paraId="3CBDEB9F" w14:textId="77777777" w:rsidR="00A46704" w:rsidRPr="00A46704" w:rsidRDefault="00A46704" w:rsidP="000849D8">
            <w:pPr>
              <w:pStyle w:val="SIBulletList1"/>
            </w:pPr>
            <w:r w:rsidRPr="00A535AF">
              <w:t xml:space="preserve">physical </w:t>
            </w:r>
            <w:r w:rsidRPr="00A46704">
              <w:t>conditions:</w:t>
            </w:r>
          </w:p>
          <w:p w14:paraId="5D04FB11" w14:textId="77777777" w:rsidR="00A46704" w:rsidRPr="00A46704" w:rsidRDefault="00A46704" w:rsidP="000849D8">
            <w:pPr>
              <w:pStyle w:val="SIBulletList2"/>
            </w:pPr>
            <w:r w:rsidRPr="00A535AF">
              <w:t xml:space="preserve">a workplace setting or an environment that accurately represent workplace </w:t>
            </w:r>
            <w:r w:rsidRPr="00A46704">
              <w:t>conditions</w:t>
            </w:r>
          </w:p>
          <w:p w14:paraId="23209FE2" w14:textId="77777777" w:rsidR="00A46704" w:rsidRPr="00A46704" w:rsidRDefault="00A46704" w:rsidP="000849D8">
            <w:pPr>
              <w:pStyle w:val="SIBulletList1"/>
            </w:pPr>
            <w:r w:rsidRPr="00A535AF">
              <w:t>resources, equipment and materials:</w:t>
            </w:r>
          </w:p>
          <w:p w14:paraId="304B7B29" w14:textId="77777777" w:rsidR="00A46704" w:rsidRPr="00A46704" w:rsidRDefault="00A46704" w:rsidP="000849D8">
            <w:pPr>
              <w:pStyle w:val="SIBulletList2"/>
            </w:pPr>
            <w:r>
              <w:t>computer hardware and software</w:t>
            </w:r>
          </w:p>
          <w:p w14:paraId="60CB98F1" w14:textId="7F6F47CF" w:rsidR="00A46704" w:rsidRPr="00A46704" w:rsidRDefault="00A46704" w:rsidP="000849D8">
            <w:pPr>
              <w:pStyle w:val="SIBulletList1"/>
            </w:pPr>
            <w:r>
              <w:t>specifications</w:t>
            </w:r>
            <w:r w:rsidRPr="00A535AF">
              <w:t>:</w:t>
            </w:r>
          </w:p>
          <w:p w14:paraId="73AF5A19" w14:textId="75F126BC" w:rsidR="00A46704" w:rsidRDefault="00A46704" w:rsidP="000849D8">
            <w:pPr>
              <w:pStyle w:val="SIBulletList2"/>
            </w:pPr>
            <w:r w:rsidRPr="00A46704">
              <w:t>workplace health and safety legislation, regulations, codes of practice and workplace procedures</w:t>
            </w:r>
            <w:r>
              <w:t xml:space="preserve"> </w:t>
            </w:r>
            <w:r w:rsidRPr="00A46704">
              <w:t>relevant to</w:t>
            </w:r>
            <w:r w:rsidR="000849D8">
              <w:t xml:space="preserve"> implementing professional practice</w:t>
            </w:r>
          </w:p>
          <w:p w14:paraId="432A26C0" w14:textId="77777777" w:rsidR="000849D8" w:rsidRPr="000849D8" w:rsidRDefault="000849D8" w:rsidP="000849D8">
            <w:pPr>
              <w:pStyle w:val="SIBulletList2"/>
            </w:pPr>
            <w:r w:rsidRPr="000849D8">
              <w:t>legislation, ethical and financial considerations</w:t>
            </w:r>
          </w:p>
          <w:p w14:paraId="7DB75154" w14:textId="6BEED836" w:rsidR="00A46704" w:rsidRPr="00A46704" w:rsidRDefault="000849D8" w:rsidP="007F2C4E">
            <w:pPr>
              <w:pStyle w:val="SIBulletList2"/>
            </w:pPr>
            <w:r w:rsidRPr="000849D8">
              <w:t>legislation covering protection of copyright and intellectual property</w:t>
            </w:r>
          </w:p>
          <w:p w14:paraId="5AC0B214" w14:textId="77777777" w:rsidR="00A46704" w:rsidRPr="00A46704" w:rsidRDefault="00A46704" w:rsidP="000849D8">
            <w:pPr>
              <w:pStyle w:val="SIBulletList1"/>
            </w:pPr>
            <w:r w:rsidRPr="00A535AF">
              <w:t>relationships:</w:t>
            </w:r>
          </w:p>
          <w:p w14:paraId="2D7C8F78" w14:textId="29F17373" w:rsidR="00A46704" w:rsidRPr="00A46704" w:rsidRDefault="00A46704" w:rsidP="000849D8">
            <w:pPr>
              <w:pStyle w:val="SIBulletList2"/>
            </w:pPr>
            <w:r w:rsidRPr="00A46704">
              <w:rPr>
                <w:rStyle w:val="SITemporaryText-blue"/>
                <w:rFonts w:eastAsia="Calibri"/>
                <w:color w:val="auto"/>
                <w:sz w:val="20"/>
              </w:rPr>
              <w:t>clients, supervisor and peers</w:t>
            </w:r>
            <w:r w:rsidRPr="00A46704">
              <w:t>.</w:t>
            </w:r>
          </w:p>
          <w:p w14:paraId="1E98BF25" w14:textId="77777777" w:rsidR="00A46704" w:rsidRDefault="00A46704" w:rsidP="00A46704">
            <w:pPr>
              <w:pStyle w:val="SIText"/>
            </w:pPr>
          </w:p>
          <w:p w14:paraId="29F679B7" w14:textId="65CC6A04" w:rsidR="00BC7B51" w:rsidRPr="005404CB" w:rsidRDefault="00A46704" w:rsidP="00BC7B51">
            <w:pPr>
              <w:pStyle w:val="SIText"/>
              <w:rPr>
                <w:rFonts w:eastAsia="Calibri"/>
              </w:rPr>
            </w:pPr>
            <w:r w:rsidRPr="00A535AF">
              <w:t xml:space="preserve">Assessors of this unit </w:t>
            </w:r>
            <w:r w:rsidRPr="00A46704">
              <w:t>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D4B8940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55DD4CB7" w14:textId="26D67D10" w:rsidR="00E17A92" w:rsidRPr="005404CB" w:rsidRDefault="00A46704" w:rsidP="005404CB">
            <w:pPr>
              <w:pStyle w:val="SIText"/>
            </w:pPr>
            <w:hyperlink r:id="rId12" w:history="1">
              <w:r w:rsidR="00E17A92" w:rsidRPr="00A46704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B9BC9" w14:textId="77777777" w:rsidR="009C144A" w:rsidRDefault="009C144A" w:rsidP="00BF3F0A">
      <w:r>
        <w:separator/>
      </w:r>
    </w:p>
    <w:p w14:paraId="6B047171" w14:textId="77777777" w:rsidR="009C144A" w:rsidRDefault="009C144A"/>
  </w:endnote>
  <w:endnote w:type="continuationSeparator" w:id="0">
    <w:p w14:paraId="010FB5BF" w14:textId="77777777" w:rsidR="009C144A" w:rsidRDefault="009C144A" w:rsidP="00BF3F0A">
      <w:r>
        <w:continuationSeparator/>
      </w:r>
    </w:p>
    <w:p w14:paraId="52BC1715" w14:textId="77777777" w:rsidR="009C144A" w:rsidRDefault="009C144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E90879" w14:textId="77777777" w:rsidR="009C144A" w:rsidRDefault="009C144A" w:rsidP="00BF3F0A">
      <w:r>
        <w:separator/>
      </w:r>
    </w:p>
    <w:p w14:paraId="33F6BA36" w14:textId="77777777" w:rsidR="009C144A" w:rsidRDefault="009C144A"/>
  </w:footnote>
  <w:footnote w:type="continuationSeparator" w:id="0">
    <w:p w14:paraId="476772BA" w14:textId="77777777" w:rsidR="009C144A" w:rsidRDefault="009C144A" w:rsidP="00BF3F0A">
      <w:r>
        <w:continuationSeparator/>
      </w:r>
    </w:p>
    <w:p w14:paraId="66A92E0C" w14:textId="77777777" w:rsidR="009C144A" w:rsidRDefault="009C144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3ABB5EA3" w:rsidR="009C2650" w:rsidRPr="003178C8" w:rsidRDefault="007B6107" w:rsidP="003178C8">
    <w:sdt>
      <w:sdtPr>
        <w:rPr>
          <w:lang w:eastAsia="en-US"/>
        </w:rPr>
        <w:id w:val="-436994705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04BD061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38913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57BBE" w:rsidRPr="00757BBE">
      <w:rPr>
        <w:lang w:eastAsia="en-US"/>
      </w:rPr>
      <w:t>AHCWRK5</w:t>
    </w:r>
    <w:r w:rsidR="005A5BF3">
      <w:t>X</w:t>
    </w:r>
    <w:r w:rsidR="00757BBE" w:rsidRPr="00757BBE">
      <w:rPr>
        <w:lang w:eastAsia="en-US"/>
      </w:rPr>
      <w:t>7 Implement professional practice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2FF74846"/>
    <w:multiLevelType w:val="multilevel"/>
    <w:tmpl w:val="CDDC2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42C4675"/>
    <w:multiLevelType w:val="multilevel"/>
    <w:tmpl w:val="764A9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7"/>
  </w:num>
  <w:num w:numId="5">
    <w:abstractNumId w:val="4"/>
  </w:num>
  <w:num w:numId="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38914"/>
    <o:shapelayout v:ext="edit">
      <o:idmap v:ext="edit" data="3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0759"/>
    <w:rsid w:val="0001108F"/>
    <w:rsid w:val="000115E2"/>
    <w:rsid w:val="000126D0"/>
    <w:rsid w:val="0001296A"/>
    <w:rsid w:val="00016803"/>
    <w:rsid w:val="00023992"/>
    <w:rsid w:val="000275AE"/>
    <w:rsid w:val="0003463A"/>
    <w:rsid w:val="00041E59"/>
    <w:rsid w:val="00064BFE"/>
    <w:rsid w:val="00070B3E"/>
    <w:rsid w:val="00071F95"/>
    <w:rsid w:val="000737BB"/>
    <w:rsid w:val="00074E47"/>
    <w:rsid w:val="000754EC"/>
    <w:rsid w:val="00081482"/>
    <w:rsid w:val="000849D8"/>
    <w:rsid w:val="000870AE"/>
    <w:rsid w:val="000875C5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236E"/>
    <w:rsid w:val="00105AEA"/>
    <w:rsid w:val="001078BF"/>
    <w:rsid w:val="00133957"/>
    <w:rsid w:val="001372F6"/>
    <w:rsid w:val="00144385"/>
    <w:rsid w:val="00146EEC"/>
    <w:rsid w:val="00151D55"/>
    <w:rsid w:val="00151D93"/>
    <w:rsid w:val="00156D52"/>
    <w:rsid w:val="00156EF3"/>
    <w:rsid w:val="00176E4F"/>
    <w:rsid w:val="00184C83"/>
    <w:rsid w:val="0018546B"/>
    <w:rsid w:val="00187255"/>
    <w:rsid w:val="0019012A"/>
    <w:rsid w:val="001A45A7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6948"/>
    <w:rsid w:val="001F2BA5"/>
    <w:rsid w:val="001F308D"/>
    <w:rsid w:val="0020114C"/>
    <w:rsid w:val="00201A7C"/>
    <w:rsid w:val="0021210E"/>
    <w:rsid w:val="0021414D"/>
    <w:rsid w:val="00215967"/>
    <w:rsid w:val="00223124"/>
    <w:rsid w:val="00227D10"/>
    <w:rsid w:val="00233143"/>
    <w:rsid w:val="00233356"/>
    <w:rsid w:val="00234444"/>
    <w:rsid w:val="00241815"/>
    <w:rsid w:val="00242293"/>
    <w:rsid w:val="00244EA7"/>
    <w:rsid w:val="002462EF"/>
    <w:rsid w:val="002464B3"/>
    <w:rsid w:val="00252DBD"/>
    <w:rsid w:val="00253A07"/>
    <w:rsid w:val="00262CA1"/>
    <w:rsid w:val="00262FC3"/>
    <w:rsid w:val="0026394F"/>
    <w:rsid w:val="00267AF6"/>
    <w:rsid w:val="00276DB8"/>
    <w:rsid w:val="00282664"/>
    <w:rsid w:val="00285FB8"/>
    <w:rsid w:val="002960AC"/>
    <w:rsid w:val="00296DE6"/>
    <w:rsid w:val="002970C3"/>
    <w:rsid w:val="002A4CD3"/>
    <w:rsid w:val="002A6CC4"/>
    <w:rsid w:val="002B3794"/>
    <w:rsid w:val="002C55E9"/>
    <w:rsid w:val="002D0C8B"/>
    <w:rsid w:val="002D330A"/>
    <w:rsid w:val="002E170C"/>
    <w:rsid w:val="002E193E"/>
    <w:rsid w:val="00305EFF"/>
    <w:rsid w:val="00310A6A"/>
    <w:rsid w:val="003144E6"/>
    <w:rsid w:val="003176DB"/>
    <w:rsid w:val="003178C8"/>
    <w:rsid w:val="00321A39"/>
    <w:rsid w:val="00333245"/>
    <w:rsid w:val="00337E82"/>
    <w:rsid w:val="00346FDC"/>
    <w:rsid w:val="00350BB1"/>
    <w:rsid w:val="00352C83"/>
    <w:rsid w:val="00366805"/>
    <w:rsid w:val="0037067D"/>
    <w:rsid w:val="00371BF3"/>
    <w:rsid w:val="00373436"/>
    <w:rsid w:val="0038735B"/>
    <w:rsid w:val="003916D1"/>
    <w:rsid w:val="00394C90"/>
    <w:rsid w:val="0039636E"/>
    <w:rsid w:val="003A21F0"/>
    <w:rsid w:val="003A277F"/>
    <w:rsid w:val="003A2B0B"/>
    <w:rsid w:val="003A58BA"/>
    <w:rsid w:val="003A5AE7"/>
    <w:rsid w:val="003A7221"/>
    <w:rsid w:val="003B3493"/>
    <w:rsid w:val="003C13AE"/>
    <w:rsid w:val="003C7152"/>
    <w:rsid w:val="003D03CE"/>
    <w:rsid w:val="003D1153"/>
    <w:rsid w:val="003D2E73"/>
    <w:rsid w:val="003D33FD"/>
    <w:rsid w:val="003D41D2"/>
    <w:rsid w:val="003D4231"/>
    <w:rsid w:val="003E4648"/>
    <w:rsid w:val="003E72B6"/>
    <w:rsid w:val="003E7BBE"/>
    <w:rsid w:val="004105E5"/>
    <w:rsid w:val="004127E3"/>
    <w:rsid w:val="004272A1"/>
    <w:rsid w:val="0043212E"/>
    <w:rsid w:val="00434366"/>
    <w:rsid w:val="00434ECE"/>
    <w:rsid w:val="0043637D"/>
    <w:rsid w:val="00444423"/>
    <w:rsid w:val="00452F3E"/>
    <w:rsid w:val="0046239A"/>
    <w:rsid w:val="004640AE"/>
    <w:rsid w:val="00466F18"/>
    <w:rsid w:val="004679E3"/>
    <w:rsid w:val="00473074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6661"/>
    <w:rsid w:val="004A7706"/>
    <w:rsid w:val="004A77E3"/>
    <w:rsid w:val="004B29B7"/>
    <w:rsid w:val="004B781E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2CA"/>
    <w:rsid w:val="004F6986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1271"/>
    <w:rsid w:val="00556C4C"/>
    <w:rsid w:val="00557369"/>
    <w:rsid w:val="00557D22"/>
    <w:rsid w:val="005638A6"/>
    <w:rsid w:val="00564ADD"/>
    <w:rsid w:val="005708EB"/>
    <w:rsid w:val="00575BC6"/>
    <w:rsid w:val="00583902"/>
    <w:rsid w:val="005A1D70"/>
    <w:rsid w:val="005A3AA5"/>
    <w:rsid w:val="005A5BF3"/>
    <w:rsid w:val="005A6C9C"/>
    <w:rsid w:val="005A74DC"/>
    <w:rsid w:val="005B5146"/>
    <w:rsid w:val="005C3D80"/>
    <w:rsid w:val="005D1AFD"/>
    <w:rsid w:val="005D1C36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61A5"/>
    <w:rsid w:val="00686A49"/>
    <w:rsid w:val="00687B62"/>
    <w:rsid w:val="00690C44"/>
    <w:rsid w:val="00695C89"/>
    <w:rsid w:val="006969D9"/>
    <w:rsid w:val="006A2B68"/>
    <w:rsid w:val="006A5814"/>
    <w:rsid w:val="006B068D"/>
    <w:rsid w:val="006C2F32"/>
    <w:rsid w:val="006D0C87"/>
    <w:rsid w:val="006D1AF9"/>
    <w:rsid w:val="006D2921"/>
    <w:rsid w:val="006D38C3"/>
    <w:rsid w:val="006D4448"/>
    <w:rsid w:val="006D6DFD"/>
    <w:rsid w:val="006E0A87"/>
    <w:rsid w:val="006E2C4D"/>
    <w:rsid w:val="006E42FE"/>
    <w:rsid w:val="006E4B71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929"/>
    <w:rsid w:val="007444CF"/>
    <w:rsid w:val="00752C75"/>
    <w:rsid w:val="00757005"/>
    <w:rsid w:val="00757BBE"/>
    <w:rsid w:val="00761DBE"/>
    <w:rsid w:val="00763273"/>
    <w:rsid w:val="0076523B"/>
    <w:rsid w:val="00770FC4"/>
    <w:rsid w:val="00771B60"/>
    <w:rsid w:val="00781D77"/>
    <w:rsid w:val="00783549"/>
    <w:rsid w:val="007860B7"/>
    <w:rsid w:val="00786DC8"/>
    <w:rsid w:val="00797E26"/>
    <w:rsid w:val="007A300D"/>
    <w:rsid w:val="007B6107"/>
    <w:rsid w:val="007C073C"/>
    <w:rsid w:val="007D5A78"/>
    <w:rsid w:val="007E3BD1"/>
    <w:rsid w:val="007F1563"/>
    <w:rsid w:val="007F1EB2"/>
    <w:rsid w:val="007F44DB"/>
    <w:rsid w:val="007F5A8B"/>
    <w:rsid w:val="007F6C7C"/>
    <w:rsid w:val="00817D51"/>
    <w:rsid w:val="00823530"/>
    <w:rsid w:val="00823FF4"/>
    <w:rsid w:val="008265DE"/>
    <w:rsid w:val="00830267"/>
    <w:rsid w:val="008306E7"/>
    <w:rsid w:val="008322BE"/>
    <w:rsid w:val="00834BC8"/>
    <w:rsid w:val="00837FD6"/>
    <w:rsid w:val="00841291"/>
    <w:rsid w:val="00847B60"/>
    <w:rsid w:val="00850243"/>
    <w:rsid w:val="00851BE5"/>
    <w:rsid w:val="008545EB"/>
    <w:rsid w:val="00856800"/>
    <w:rsid w:val="00865011"/>
    <w:rsid w:val="00886790"/>
    <w:rsid w:val="008908DE"/>
    <w:rsid w:val="008A012F"/>
    <w:rsid w:val="008A0AF4"/>
    <w:rsid w:val="008A12ED"/>
    <w:rsid w:val="008A39D3"/>
    <w:rsid w:val="008B2C77"/>
    <w:rsid w:val="008B4AD2"/>
    <w:rsid w:val="008B62BF"/>
    <w:rsid w:val="008B663E"/>
    <w:rsid w:val="008B7138"/>
    <w:rsid w:val="008E225E"/>
    <w:rsid w:val="008E260C"/>
    <w:rsid w:val="008E39BE"/>
    <w:rsid w:val="008E62EC"/>
    <w:rsid w:val="008F32F6"/>
    <w:rsid w:val="00912B96"/>
    <w:rsid w:val="009148D7"/>
    <w:rsid w:val="00916CD7"/>
    <w:rsid w:val="009170E1"/>
    <w:rsid w:val="00920927"/>
    <w:rsid w:val="00921B38"/>
    <w:rsid w:val="009235B5"/>
    <w:rsid w:val="00923720"/>
    <w:rsid w:val="009278C9"/>
    <w:rsid w:val="00932CD7"/>
    <w:rsid w:val="00944C09"/>
    <w:rsid w:val="009527CB"/>
    <w:rsid w:val="00953835"/>
    <w:rsid w:val="00960F6C"/>
    <w:rsid w:val="009650DA"/>
    <w:rsid w:val="00970747"/>
    <w:rsid w:val="00987FB8"/>
    <w:rsid w:val="00992D32"/>
    <w:rsid w:val="00997BFC"/>
    <w:rsid w:val="009A5900"/>
    <w:rsid w:val="009A6E6C"/>
    <w:rsid w:val="009A6F3F"/>
    <w:rsid w:val="009B331A"/>
    <w:rsid w:val="009C144A"/>
    <w:rsid w:val="009C2650"/>
    <w:rsid w:val="009D15E2"/>
    <w:rsid w:val="009D15FE"/>
    <w:rsid w:val="009D5D2C"/>
    <w:rsid w:val="009E07D2"/>
    <w:rsid w:val="009E31FB"/>
    <w:rsid w:val="009F0DCC"/>
    <w:rsid w:val="009F11CA"/>
    <w:rsid w:val="00A0695B"/>
    <w:rsid w:val="00A13052"/>
    <w:rsid w:val="00A216A8"/>
    <w:rsid w:val="00A223A6"/>
    <w:rsid w:val="00A30D0E"/>
    <w:rsid w:val="00A36348"/>
    <w:rsid w:val="00A3639E"/>
    <w:rsid w:val="00A46704"/>
    <w:rsid w:val="00A5092E"/>
    <w:rsid w:val="00A53B5E"/>
    <w:rsid w:val="00A554D6"/>
    <w:rsid w:val="00A56E14"/>
    <w:rsid w:val="00A6476B"/>
    <w:rsid w:val="00A7525A"/>
    <w:rsid w:val="00A76C6C"/>
    <w:rsid w:val="00A87356"/>
    <w:rsid w:val="00A92DD1"/>
    <w:rsid w:val="00AA3D08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0169"/>
    <w:rsid w:val="00AE1ED9"/>
    <w:rsid w:val="00AE22C1"/>
    <w:rsid w:val="00AE32CB"/>
    <w:rsid w:val="00AF3957"/>
    <w:rsid w:val="00B04B09"/>
    <w:rsid w:val="00B0712C"/>
    <w:rsid w:val="00B12013"/>
    <w:rsid w:val="00B22C67"/>
    <w:rsid w:val="00B3508F"/>
    <w:rsid w:val="00B443EE"/>
    <w:rsid w:val="00B560C8"/>
    <w:rsid w:val="00B5647B"/>
    <w:rsid w:val="00B61150"/>
    <w:rsid w:val="00B618F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7B51"/>
    <w:rsid w:val="00BD3B0F"/>
    <w:rsid w:val="00BE5889"/>
    <w:rsid w:val="00BF1D4C"/>
    <w:rsid w:val="00BF24F1"/>
    <w:rsid w:val="00BF3F0A"/>
    <w:rsid w:val="00BF47A9"/>
    <w:rsid w:val="00C04238"/>
    <w:rsid w:val="00C143C3"/>
    <w:rsid w:val="00C1739B"/>
    <w:rsid w:val="00C21ADE"/>
    <w:rsid w:val="00C23D97"/>
    <w:rsid w:val="00C26067"/>
    <w:rsid w:val="00C30A29"/>
    <w:rsid w:val="00C317DC"/>
    <w:rsid w:val="00C3286E"/>
    <w:rsid w:val="00C578E9"/>
    <w:rsid w:val="00C70626"/>
    <w:rsid w:val="00C72860"/>
    <w:rsid w:val="00C72A48"/>
    <w:rsid w:val="00C73582"/>
    <w:rsid w:val="00C73B90"/>
    <w:rsid w:val="00C742EC"/>
    <w:rsid w:val="00C8005F"/>
    <w:rsid w:val="00C85324"/>
    <w:rsid w:val="00C96AF3"/>
    <w:rsid w:val="00C97CCC"/>
    <w:rsid w:val="00CA0274"/>
    <w:rsid w:val="00CA139A"/>
    <w:rsid w:val="00CB0692"/>
    <w:rsid w:val="00CB746F"/>
    <w:rsid w:val="00CC1B21"/>
    <w:rsid w:val="00CC451E"/>
    <w:rsid w:val="00CD0DB1"/>
    <w:rsid w:val="00CD4E9D"/>
    <w:rsid w:val="00CD4F4D"/>
    <w:rsid w:val="00CD7006"/>
    <w:rsid w:val="00CE365B"/>
    <w:rsid w:val="00CE6486"/>
    <w:rsid w:val="00CE7D19"/>
    <w:rsid w:val="00CF0CF5"/>
    <w:rsid w:val="00CF2B3E"/>
    <w:rsid w:val="00CF4637"/>
    <w:rsid w:val="00D0201F"/>
    <w:rsid w:val="00D03685"/>
    <w:rsid w:val="00D07D4E"/>
    <w:rsid w:val="00D115AA"/>
    <w:rsid w:val="00D145BE"/>
    <w:rsid w:val="00D173FC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4619"/>
    <w:rsid w:val="00D87D32"/>
    <w:rsid w:val="00D900BE"/>
    <w:rsid w:val="00D91188"/>
    <w:rsid w:val="00D911DD"/>
    <w:rsid w:val="00D92C83"/>
    <w:rsid w:val="00DA0A81"/>
    <w:rsid w:val="00DA3C10"/>
    <w:rsid w:val="00DA53B5"/>
    <w:rsid w:val="00DC1D69"/>
    <w:rsid w:val="00DC5A3A"/>
    <w:rsid w:val="00DD0726"/>
    <w:rsid w:val="00DD2D9B"/>
    <w:rsid w:val="00DD32A0"/>
    <w:rsid w:val="00DD6E18"/>
    <w:rsid w:val="00DE703D"/>
    <w:rsid w:val="00E01F9F"/>
    <w:rsid w:val="00E14A5E"/>
    <w:rsid w:val="00E17A92"/>
    <w:rsid w:val="00E238E6"/>
    <w:rsid w:val="00E26545"/>
    <w:rsid w:val="00E34CD8"/>
    <w:rsid w:val="00E35064"/>
    <w:rsid w:val="00E3681D"/>
    <w:rsid w:val="00E40225"/>
    <w:rsid w:val="00E501F0"/>
    <w:rsid w:val="00E54608"/>
    <w:rsid w:val="00E6166D"/>
    <w:rsid w:val="00E67EAC"/>
    <w:rsid w:val="00E87B59"/>
    <w:rsid w:val="00E91BFF"/>
    <w:rsid w:val="00E92933"/>
    <w:rsid w:val="00E94FAD"/>
    <w:rsid w:val="00EA2439"/>
    <w:rsid w:val="00EB0AA4"/>
    <w:rsid w:val="00EB5C88"/>
    <w:rsid w:val="00EC0469"/>
    <w:rsid w:val="00EC0C3E"/>
    <w:rsid w:val="00ED623D"/>
    <w:rsid w:val="00EE3435"/>
    <w:rsid w:val="00EF01F8"/>
    <w:rsid w:val="00EF3268"/>
    <w:rsid w:val="00EF40EF"/>
    <w:rsid w:val="00EF47FE"/>
    <w:rsid w:val="00EF734D"/>
    <w:rsid w:val="00EF7BF5"/>
    <w:rsid w:val="00F03512"/>
    <w:rsid w:val="00F069BD"/>
    <w:rsid w:val="00F1480E"/>
    <w:rsid w:val="00F1497D"/>
    <w:rsid w:val="00F16AAC"/>
    <w:rsid w:val="00F30C7D"/>
    <w:rsid w:val="00F33FF2"/>
    <w:rsid w:val="00F438FC"/>
    <w:rsid w:val="00F46699"/>
    <w:rsid w:val="00F46BB2"/>
    <w:rsid w:val="00F50492"/>
    <w:rsid w:val="00F5616F"/>
    <w:rsid w:val="00F56451"/>
    <w:rsid w:val="00F56827"/>
    <w:rsid w:val="00F62866"/>
    <w:rsid w:val="00F65EF0"/>
    <w:rsid w:val="00F71651"/>
    <w:rsid w:val="00F76191"/>
    <w:rsid w:val="00F76CC6"/>
    <w:rsid w:val="00F80C82"/>
    <w:rsid w:val="00F83D7C"/>
    <w:rsid w:val="00F93FEB"/>
    <w:rsid w:val="00FA1D83"/>
    <w:rsid w:val="00FA6BBB"/>
    <w:rsid w:val="00FB232E"/>
    <w:rsid w:val="00FC367E"/>
    <w:rsid w:val="00FD557D"/>
    <w:rsid w:val="00FE0282"/>
    <w:rsid w:val="00FE124D"/>
    <w:rsid w:val="00FE792C"/>
    <w:rsid w:val="00FF58F8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6561A5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locked/>
    <w:rsid w:val="00A46704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\2022\1%20Development\22-05%20Community%20and%20common%20work-related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Drafts available</Project_x0020_Phase>
  </documentManagement>
</p:properties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03EDCA5-1B2A-467B-ACAE-862EB184C8D9}"/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a30ce510-73c0-40a7-aee4-da2492112f9c"/>
    <ds:schemaRef ds:uri="d50bbff7-d6dd-47d2-864a-cfdc2c3db0f4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301</TotalTime>
  <Pages>3</Pages>
  <Words>1093</Words>
  <Characters>6236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130</cp:revision>
  <cp:lastPrinted>2016-05-27T05:21:00Z</cp:lastPrinted>
  <dcterms:created xsi:type="dcterms:W3CDTF">2021-08-11T23:10:00Z</dcterms:created>
  <dcterms:modified xsi:type="dcterms:W3CDTF">2021-11-25T08:12:00Z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